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E849052" w14:textId="34D82273" w:rsidR="00E774EE" w:rsidRDefault="00432032" w:rsidP="00E774EE">
      <w:pPr>
        <w:rPr>
          <w:lang w:val="en-US"/>
        </w:rPr>
      </w:pPr>
      <w:r w:rsidRPr="00172561">
        <w:rPr>
          <w:lang w:val="en-US"/>
        </w:rPr>
        <w:t>Urinoir à action siphonique fabriqué en porcelaine sanitaire  avec une absorption d’eau de maximum 0,5%, et conforme aux normes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>Les fixations sont invisibles.</w:t>
      </w:r>
      <w:r>
        <w:rPr>
          <w:lang w:val="en-US"/>
        </w:rPr>
        <w:t xml:space="preserve"> </w:t>
      </w:r>
      <w:r w:rsidR="00E774EE" w:rsidRPr="00E774EE">
        <w:rPr>
          <w:lang w:val="en-US"/>
        </w:rPr>
        <w:t xml:space="preserve">L’urinoir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destiné à un montage mural, avec un vase particulièrement saillant et un rebord de rinçage intégré. </w:t>
      </w:r>
      <w:r w:rsidR="00E774EE">
        <w:rPr>
          <w:lang w:val="en-US"/>
        </w:rPr>
        <w:t>L’urinoir est a</w:t>
      </w:r>
      <w:r w:rsidR="00E774EE" w:rsidRPr="00E774EE">
        <w:rPr>
          <w:lang w:val="en-US"/>
        </w:rPr>
        <w:t xml:space="preserve">dapté pour commande de </w:t>
      </w:r>
      <w:r w:rsidR="00E774EE">
        <w:rPr>
          <w:lang w:val="en-US"/>
        </w:rPr>
        <w:t>rinçage encastré</w:t>
      </w:r>
      <w:r w:rsidR="00D60568">
        <w:rPr>
          <w:lang w:val="en-US"/>
        </w:rPr>
        <w:t>e.</w:t>
      </w:r>
    </w:p>
    <w:p w14:paraId="62AE66EC" w14:textId="2B21644E" w:rsidR="00497906" w:rsidRPr="00E774EE" w:rsidRDefault="00F0154C" w:rsidP="00E774EE">
      <w:pPr>
        <w:rPr>
          <w:lang w:val="en-US"/>
        </w:rPr>
      </w:pPr>
      <w:r>
        <w:rPr>
          <w:lang w:val="en-US"/>
        </w:rPr>
        <w:t>L'urinoir est plus la</w:t>
      </w:r>
      <w:r w:rsidR="00106E77">
        <w:rPr>
          <w:lang w:val="en-US"/>
        </w:rPr>
        <w:t>rge en haut qu</w:t>
      </w:r>
      <w:r w:rsidR="00056360">
        <w:rPr>
          <w:lang w:val="en-US"/>
        </w:rPr>
        <w:t xml:space="preserve">’en bas pour </w:t>
      </w:r>
      <w:r w:rsidR="001E66D7">
        <w:rPr>
          <w:lang w:val="en-US"/>
        </w:rPr>
        <w:t>créer un ensemble élégant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</w:t>
      </w:r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 et caractéristiques</w:t>
      </w:r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</w:p>
    <w:p w14:paraId="2B689B80" w14:textId="77777777" w:rsidR="00925A25" w:rsidRPr="00911F07" w:rsidRDefault="00925A25" w:rsidP="00925A25">
      <w:pPr>
        <w:rPr>
          <w:lang w:val="en-US"/>
        </w:rPr>
      </w:pPr>
      <w:r w:rsidRPr="00911F07">
        <w:rPr>
          <w:lang w:val="en-US"/>
        </w:rPr>
        <w:t>Porcelaine vitrifiée (= porcelaine sanitaire) avec une absorption d’eau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9ED4F95" w14:textId="77777777" w:rsidR="00925A25" w:rsidRPr="0030656D" w:rsidRDefault="00925A25" w:rsidP="00925A25">
      <w:pPr>
        <w:rPr>
          <w:lang w:val="nl-BE"/>
        </w:rPr>
      </w:pPr>
      <w:r w:rsidRPr="0030656D">
        <w:rPr>
          <w:lang w:val="nl-BE"/>
        </w:rPr>
        <w:t xml:space="preserve">Modèle mural avec bord de </w:t>
      </w:r>
      <w:r>
        <w:rPr>
          <w:lang w:val="nl-BE"/>
        </w:rPr>
        <w:t>rinçage</w:t>
      </w:r>
    </w:p>
    <w:p w14:paraId="5012E9E2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Rinçage complet du rebord</w:t>
      </w:r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>Alimentation d’eau</w:t>
      </w:r>
      <w:r>
        <w:rPr>
          <w:lang w:val="en-US"/>
        </w:rPr>
        <w:t xml:space="preserve"> par l’arrière</w:t>
      </w:r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l’arrière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65938338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Largeur: 3</w:t>
      </w:r>
      <w:r w:rsidR="00626109">
        <w:rPr>
          <w:lang w:val="nl-BE"/>
        </w:rPr>
        <w:t>3</w:t>
      </w:r>
      <w:r w:rsidRPr="00D60568">
        <w:rPr>
          <w:lang w:val="nl-BE"/>
        </w:rPr>
        <w:t xml:space="preserve"> cm</w:t>
      </w:r>
    </w:p>
    <w:p w14:paraId="65DEB093" w14:textId="419191F2" w:rsidR="00925A25" w:rsidRPr="00D60568" w:rsidRDefault="00925A25" w:rsidP="00925A25">
      <w:pPr>
        <w:rPr>
          <w:lang w:val="nl-BE"/>
        </w:rPr>
      </w:pPr>
      <w:r w:rsidRPr="00D60568">
        <w:rPr>
          <w:lang w:val="nl-BE"/>
        </w:rPr>
        <w:t>Hauteur: 6</w:t>
      </w:r>
      <w:r w:rsidR="00626109">
        <w:rPr>
          <w:lang w:val="nl-BE"/>
        </w:rPr>
        <w:t>0</w:t>
      </w:r>
      <w:r w:rsidRPr="00D60568">
        <w:rPr>
          <w:lang w:val="nl-BE"/>
        </w:rPr>
        <w:t xml:space="preserve"> cm</w:t>
      </w:r>
    </w:p>
    <w:p w14:paraId="2B28E121" w14:textId="00F521D1" w:rsidR="00925A25" w:rsidRPr="00E46E72" w:rsidRDefault="00925A25" w:rsidP="00925A25">
      <w:r>
        <w:t>Profondeur: 3</w:t>
      </w:r>
      <w:r w:rsidR="00626109">
        <w:t>0</w:t>
      </w:r>
      <w:r>
        <w:t xml:space="preserve">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r>
        <w:rPr>
          <w:b/>
          <w:bCs/>
        </w:rPr>
        <w:t>Illustration</w:t>
      </w:r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1E2797C9" w:rsidR="00C454A1" w:rsidRPr="00C454A1" w:rsidRDefault="005B40D6" w:rsidP="00C454A1">
      <w:r>
        <w:rPr>
          <w:noProof/>
        </w:rPr>
        <w:drawing>
          <wp:inline distT="0" distB="0" distL="0" distR="0" wp14:anchorId="6FF6C9AA" wp14:editId="69A3822E">
            <wp:extent cx="4162425" cy="582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A1080" w14:textId="77777777" w:rsidR="002E21E9" w:rsidRDefault="002E21E9">
      <w:r>
        <w:separator/>
      </w:r>
    </w:p>
  </w:endnote>
  <w:endnote w:type="continuationSeparator" w:id="0">
    <w:p w14:paraId="734E5220" w14:textId="77777777" w:rsidR="002E21E9" w:rsidRDefault="002E21E9">
      <w:r>
        <w:continuationSeparator/>
      </w:r>
    </w:p>
  </w:endnote>
  <w:endnote w:type="continuationNotice" w:id="1">
    <w:p w14:paraId="1EED2AD5" w14:textId="77777777" w:rsidR="002E21E9" w:rsidRDefault="002E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2B35" w14:textId="77777777" w:rsidR="00191561" w:rsidRDefault="0019156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D080" w14:textId="77777777" w:rsidR="00191561" w:rsidRDefault="00191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2C88" w14:textId="77777777" w:rsidR="002E21E9" w:rsidRDefault="002E21E9">
      <w:r>
        <w:separator/>
      </w:r>
    </w:p>
  </w:footnote>
  <w:footnote w:type="continuationSeparator" w:id="0">
    <w:p w14:paraId="280A0059" w14:textId="77777777" w:rsidR="002E21E9" w:rsidRDefault="002E21E9">
      <w:r>
        <w:continuationSeparator/>
      </w:r>
    </w:p>
  </w:footnote>
  <w:footnote w:type="continuationNotice" w:id="1">
    <w:p w14:paraId="27E7414A" w14:textId="77777777" w:rsidR="002E21E9" w:rsidRDefault="002E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7A4F" w14:textId="77777777" w:rsidR="00191561" w:rsidRDefault="0019156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7A0B319F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Geberit </w:t>
    </w:r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r w:rsidR="00191561">
      <w:rPr>
        <w:rFonts w:ascii="Arial" w:hAnsi="Arial" w:cs="Arial"/>
        <w:b/>
        <w:szCs w:val="24"/>
        <w:lang w:val="en-US"/>
      </w:rPr>
      <w:t xml:space="preserve"> TRI </w:t>
    </w:r>
    <w:r w:rsidR="001332A1" w:rsidRPr="00E774EE">
      <w:rPr>
        <w:rFonts w:ascii="Arial" w:hAnsi="Arial" w:cs="Arial"/>
        <w:b/>
        <w:szCs w:val="24"/>
        <w:lang w:val="en-US"/>
      </w:rPr>
      <w:t>urinoir</w:t>
    </w:r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>Alimentation par l’arrière</w:t>
    </w:r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Evacuation par l’arrière</w:t>
    </w:r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16AD7" w14:textId="77777777" w:rsidR="00191561" w:rsidRDefault="0019156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360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6E77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1561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E66D7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1E9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9790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1CA9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40D6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26109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9FE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0DA7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154C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2B814C-A809-407C-B0CD-5AC846F5E64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231</TotalTime>
  <Pages>2</Pages>
  <Words>211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2023-12-04T10:48:00Z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